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9D981E8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D90060">
        <w:rPr>
          <w:rFonts w:asciiTheme="minorHAnsi" w:hAnsiTheme="minorHAnsi" w:cs="Arial"/>
          <w:b/>
          <w:i/>
        </w:rPr>
        <w:t>3</w:t>
      </w:r>
    </w:p>
    <w:p w14:paraId="66C6BA00" w14:textId="77777777" w:rsidR="001905C4" w:rsidRPr="001905C4" w:rsidRDefault="001905C4" w:rsidP="001905C4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1905C4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1905C4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EE8A6DA" w14:textId="0A59D4B0" w:rsidR="00D70022" w:rsidRPr="00973DC2" w:rsidRDefault="00D70022" w:rsidP="00D70022">
      <w:pPr>
        <w:spacing w:after="0"/>
        <w:rPr>
          <w:rFonts w:asciiTheme="minorHAnsi" w:hAnsiTheme="minorHAnsi"/>
          <w:b/>
          <w:bCs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„</w:t>
      </w:r>
      <w:r w:rsidR="00A044E7">
        <w:rPr>
          <w:rFonts w:asciiTheme="minorHAnsi" w:hAnsiTheme="minorHAnsi"/>
          <w:b/>
          <w:bCs/>
          <w:sz w:val="20"/>
          <w:szCs w:val="20"/>
        </w:rPr>
        <w:t>Młodzi przyszłością Dolnego Śląska</w:t>
      </w:r>
      <w:r w:rsidRPr="00973DC2">
        <w:rPr>
          <w:rFonts w:asciiTheme="minorHAnsi" w:hAnsiTheme="minorHAnsi"/>
          <w:b/>
          <w:bCs/>
          <w:sz w:val="20"/>
          <w:szCs w:val="20"/>
        </w:rPr>
        <w:t xml:space="preserve">!” </w:t>
      </w:r>
    </w:p>
    <w:p w14:paraId="3E55E5EB" w14:textId="01CB0947" w:rsidR="00D70022" w:rsidRPr="00973DC2" w:rsidRDefault="00D70022" w:rsidP="00D70022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nr FEDS.07.0</w:t>
      </w:r>
      <w:r w:rsidR="005155FE">
        <w:rPr>
          <w:rFonts w:asciiTheme="minorHAnsi" w:hAnsiTheme="minorHAnsi"/>
          <w:b/>
          <w:bCs/>
          <w:sz w:val="20"/>
          <w:szCs w:val="20"/>
        </w:rPr>
        <w:t>5</w:t>
      </w:r>
      <w:r w:rsidRPr="00973DC2">
        <w:rPr>
          <w:rFonts w:asciiTheme="minorHAnsi" w:hAnsiTheme="minorHAnsi"/>
          <w:b/>
          <w:bCs/>
          <w:sz w:val="20"/>
          <w:szCs w:val="20"/>
        </w:rPr>
        <w:t>-IP.02-0</w:t>
      </w:r>
      <w:r w:rsidR="00A044E7">
        <w:rPr>
          <w:rFonts w:asciiTheme="minorHAnsi" w:hAnsiTheme="minorHAnsi"/>
          <w:b/>
          <w:bCs/>
          <w:sz w:val="20"/>
          <w:szCs w:val="20"/>
        </w:rPr>
        <w:t>151</w:t>
      </w:r>
      <w:r w:rsidRPr="00973DC2">
        <w:rPr>
          <w:rFonts w:asciiTheme="minorHAnsi" w:hAnsiTheme="minorHAnsi"/>
          <w:b/>
          <w:bCs/>
          <w:sz w:val="20"/>
          <w:szCs w:val="20"/>
        </w:rPr>
        <w:t>/24</w:t>
      </w:r>
    </w:p>
    <w:p w14:paraId="549B1C76" w14:textId="77777777" w:rsidR="002F7E5B" w:rsidRPr="00973DC2" w:rsidRDefault="002F7E5B" w:rsidP="002F7E5B">
      <w:pPr>
        <w:rPr>
          <w:rFonts w:asciiTheme="minorHAnsi" w:hAnsiTheme="minorHAnsi" w:cs="Arial Narrow"/>
          <w:sz w:val="20"/>
          <w:szCs w:val="20"/>
        </w:rPr>
      </w:pPr>
    </w:p>
    <w:p w14:paraId="322D564D" w14:textId="02C2623F" w:rsidR="002F7E5B" w:rsidRPr="00973DC2" w:rsidRDefault="002F7E5B" w:rsidP="002F7E5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……………………………………………………….……….</w:t>
      </w:r>
    </w:p>
    <w:p w14:paraId="2D580E7A" w14:textId="25FA1A16" w:rsidR="002F7E5B" w:rsidRPr="00973DC2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0"/>
          <w:szCs w:val="20"/>
        </w:rPr>
      </w:pPr>
      <w:r w:rsidRPr="00973DC2">
        <w:rPr>
          <w:rFonts w:asciiTheme="minorHAnsi" w:hAnsiTheme="minorHAnsi" w:cs="Arial Narrow"/>
          <w:i/>
          <w:sz w:val="20"/>
          <w:szCs w:val="20"/>
        </w:rPr>
        <w:t xml:space="preserve">Dane </w:t>
      </w:r>
      <w:r w:rsidR="00E23E00" w:rsidRPr="00973DC2">
        <w:rPr>
          <w:rFonts w:asciiTheme="minorHAnsi" w:hAnsiTheme="minorHAnsi" w:cs="Arial Narrow"/>
          <w:i/>
          <w:sz w:val="20"/>
          <w:szCs w:val="20"/>
        </w:rPr>
        <w:t>Oferenta</w:t>
      </w:r>
      <w:r w:rsidRPr="00973DC2">
        <w:rPr>
          <w:rFonts w:asciiTheme="minorHAnsi" w:hAnsiTheme="minorHAnsi" w:cs="Arial Narrow"/>
          <w:i/>
          <w:sz w:val="20"/>
          <w:szCs w:val="20"/>
        </w:rPr>
        <w:t xml:space="preserve"> / Pieczęć  (o ile posiada)</w:t>
      </w:r>
    </w:p>
    <w:p w14:paraId="06C7815B" w14:textId="77777777" w:rsidR="00D90060" w:rsidRPr="00973DC2" w:rsidRDefault="00D90060" w:rsidP="00CC2EA5">
      <w:pPr>
        <w:pStyle w:val="Tekstpodstawowy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</w:p>
    <w:p w14:paraId="20B3E7EB" w14:textId="0568BF67" w:rsidR="002F7E5B" w:rsidRPr="00973DC2" w:rsidRDefault="002F7E5B" w:rsidP="00CC2EA5">
      <w:pPr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OŚWIADCZENIE O BRAKU POWIĄZA</w:t>
      </w:r>
      <w:r w:rsidR="00CC2EA5">
        <w:rPr>
          <w:rFonts w:asciiTheme="minorHAnsi" w:hAnsiTheme="minorHAnsi" w:cs="Arial Narrow"/>
          <w:b/>
          <w:sz w:val="20"/>
          <w:szCs w:val="20"/>
        </w:rPr>
        <w:t>Ń</w:t>
      </w:r>
      <w:r w:rsidR="00E23E00" w:rsidRPr="00973DC2">
        <w:rPr>
          <w:rFonts w:asciiTheme="minorHAnsi" w:hAnsiTheme="minorHAnsi"/>
          <w:sz w:val="20"/>
          <w:szCs w:val="20"/>
        </w:rPr>
        <w:t xml:space="preserve"> </w:t>
      </w:r>
      <w:r w:rsidRPr="00973DC2">
        <w:rPr>
          <w:rFonts w:asciiTheme="minorHAnsi" w:hAnsiTheme="minorHAnsi" w:cs="Arial Narrow"/>
          <w:b/>
          <w:sz w:val="20"/>
          <w:szCs w:val="20"/>
        </w:rPr>
        <w:t>KAPITAŁOWYCH LUB OSOBOWYCH</w:t>
      </w:r>
    </w:p>
    <w:p w14:paraId="705BF4A8" w14:textId="3C48ADD5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 xml:space="preserve">Ja niżej podpisany/a, </w:t>
      </w:r>
      <w:r w:rsidRPr="00973DC2">
        <w:rPr>
          <w:rFonts w:asciiTheme="minorHAnsi" w:hAnsiTheme="minorHAnsi"/>
          <w:sz w:val="20"/>
          <w:szCs w:val="20"/>
        </w:rPr>
        <w:t>………………………………………………………..</w:t>
      </w:r>
    </w:p>
    <w:p w14:paraId="12C5C2DA" w14:textId="2CF510EB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/>
          <w:sz w:val="20"/>
          <w:szCs w:val="20"/>
        </w:rPr>
        <w:t>reprezentujący/a: ……………………………………………………………..</w:t>
      </w:r>
    </w:p>
    <w:p w14:paraId="6CD28234" w14:textId="3B93D789" w:rsidR="00A12DBE" w:rsidRPr="00973DC2" w:rsidRDefault="002F7E5B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oświadczam, że nie jestem powiązany/a osobowo lub kapitałowo z Zamawiającym</w:t>
      </w:r>
    </w:p>
    <w:p w14:paraId="29A42240" w14:textId="21710D0E" w:rsidR="002F7E5B" w:rsidRPr="00973DC2" w:rsidRDefault="00007CE7" w:rsidP="002F7E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  <w:t>BRC CONSULTING Renata Różycka, ul. Brzozowa 3b/4, 52-200 Wysoka.</w:t>
      </w:r>
    </w:p>
    <w:p w14:paraId="7B2E0E09" w14:textId="090E8A36" w:rsidR="002F7E5B" w:rsidRPr="00973DC2" w:rsidRDefault="002F7E5B" w:rsidP="00887C69">
      <w:pPr>
        <w:pStyle w:val="Tekstpodstawowy"/>
        <w:spacing w:before="0"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DD62E3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uczestniczeniu w spółce jako wspólnik spółki cywilnej lub spółki osobowej;</w:t>
      </w:r>
    </w:p>
    <w:p w14:paraId="38275C6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posiadaniu co najmniej 10% udziałów lub akcji, o ile niższy próg nie wynika z przepisów prawa lub nie został określony przez IZ PO;</w:t>
      </w:r>
    </w:p>
    <w:p w14:paraId="5911CA1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pełnieniu funkcji członka organu nadzorczego lub zarządzającego, prokurenta, pełnomocnika;</w:t>
      </w:r>
    </w:p>
    <w:p w14:paraId="1A83B8CB" w14:textId="38102FD1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pozostawaniu w związku małżeńskim, w stosunku pokrewieństwa lub powinowactwa w linii prostej, pokrewieństwa drugiego stopnia lub powinowactwa drugiego stopnia w linii bocznej lub w stosunku przys</w:t>
      </w:r>
      <w:r w:rsidR="00F91813"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 xml:space="preserve">posobienia, opieki lub kurateli, </w:t>
      </w:r>
      <w:r w:rsidR="00F91813" w:rsidRPr="00973DC2">
        <w:rPr>
          <w:rFonts w:asciiTheme="minorHAnsi" w:hAnsiTheme="minorHAnsi" w:cs="Calibri"/>
          <w:sz w:val="20"/>
          <w:szCs w:val="20"/>
        </w:rPr>
        <w:t>albo pozostawaniu we wspólnym pożyciu z Zamawiającym, jego zastępcą prawnym lub członkami organów zarządzających lub organów nadzorczych zamawiającego</w:t>
      </w:r>
    </w:p>
    <w:p w14:paraId="0DDDACD8" w14:textId="14C84342" w:rsidR="00F91813" w:rsidRPr="00973DC2" w:rsidRDefault="00F91813" w:rsidP="00663E1E">
      <w:pPr>
        <w:pStyle w:val="Standard"/>
        <w:numPr>
          <w:ilvl w:val="0"/>
          <w:numId w:val="7"/>
        </w:numPr>
        <w:spacing w:after="120"/>
        <w:jc w:val="both"/>
        <w:rPr>
          <w:rFonts w:asciiTheme="minorHAnsi" w:hAnsiTheme="minorHAnsi"/>
          <w:noProof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AE3E59" w14:textId="77777777" w:rsidR="00663E1E" w:rsidRPr="00973DC2" w:rsidRDefault="00887C69" w:rsidP="00F91813">
      <w:pPr>
        <w:widowControl w:val="0"/>
        <w:spacing w:after="120"/>
        <w:jc w:val="both"/>
        <w:rPr>
          <w:rFonts w:asciiTheme="minorHAnsi" w:hAnsiTheme="minorHAnsi" w:cs="Calibri"/>
          <w:b/>
          <w:sz w:val="20"/>
          <w:szCs w:val="20"/>
        </w:rPr>
      </w:pPr>
      <w:r w:rsidRPr="00973DC2">
        <w:rPr>
          <w:rFonts w:asciiTheme="minorHAnsi" w:hAnsiTheme="minorHAnsi" w:cs="Calibri"/>
          <w:b/>
          <w:sz w:val="20"/>
          <w:szCs w:val="20"/>
        </w:rPr>
        <w:t xml:space="preserve">Ponadto oświadczam o braku </w:t>
      </w:r>
      <w:r w:rsidR="00F91813" w:rsidRPr="00973DC2">
        <w:rPr>
          <w:rFonts w:asciiTheme="minorHAnsi" w:hAnsiTheme="minorHAnsi" w:cs="Calibri"/>
          <w:b/>
          <w:sz w:val="20"/>
          <w:szCs w:val="20"/>
        </w:rPr>
        <w:t xml:space="preserve">wystąpienia konfliktu interesów. </w:t>
      </w:r>
    </w:p>
    <w:p w14:paraId="3585D669" w14:textId="22F29B21" w:rsidR="002F7E5B" w:rsidRPr="00973DC2" w:rsidRDefault="00F91813" w:rsidP="00D90060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 lub na bezstronność prowadzenia spraw służbowych, z uwagi na względy rodzinne, emocjonalne, sympatie polityczne lub związki z jakimkolwiek krajem, interes gospodarczy lub jakiekolwiek inne bezpośrednie lub pośrednie interesy osobiste.</w:t>
      </w:r>
      <w:r w:rsidR="00973DC2" w:rsidRPr="00973DC2">
        <w:rPr>
          <w:rFonts w:asciiTheme="minorHAnsi" w:hAnsiTheme="minorHAnsi" w:cs="Calibri"/>
          <w:sz w:val="20"/>
          <w:szCs w:val="20"/>
        </w:rPr>
        <w:t xml:space="preserve"> Konflikt interesów oznacza każdą sytuację, w której osoby biorące udział w przygotowaniu lub prowadzeniu postępowania o udzielenie zamówienia lub mogące wpłynąć na wynik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9970514" w14:textId="77777777" w:rsidR="00D90060" w:rsidRPr="002F7E5B" w:rsidRDefault="00D90060" w:rsidP="002F7E5B">
      <w:pPr>
        <w:ind w:left="2832" w:hanging="2548"/>
        <w:rPr>
          <w:rFonts w:asciiTheme="minorHAnsi" w:hAnsiTheme="minorHAnsi" w:cs="Arial Narrow"/>
          <w:i/>
        </w:rPr>
      </w:pPr>
    </w:p>
    <w:p w14:paraId="314741E9" w14:textId="6DD660C1" w:rsidR="002F7E5B" w:rsidRPr="002F7E5B" w:rsidRDefault="002F7E5B" w:rsidP="002F7E5B">
      <w:pPr>
        <w:spacing w:after="0" w:line="240" w:lineRule="auto"/>
        <w:rPr>
          <w:rFonts w:asciiTheme="minorHAnsi" w:hAnsiTheme="minorHAnsi" w:cs="Arial Narrow"/>
        </w:rPr>
      </w:pPr>
      <w:r w:rsidRPr="002F7E5B">
        <w:rPr>
          <w:rFonts w:asciiTheme="minorHAnsi" w:hAnsiTheme="minorHAnsi" w:cs="Arial Narrow"/>
        </w:rPr>
        <w:t xml:space="preserve">……………………………..……………………………        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          </w:t>
      </w:r>
      <w:r w:rsidR="00A12DBE">
        <w:rPr>
          <w:rFonts w:asciiTheme="minorHAnsi" w:hAnsiTheme="minorHAnsi" w:cs="Arial Narrow"/>
        </w:rPr>
        <w:t xml:space="preserve">          </w:t>
      </w:r>
      <w:r w:rsidRPr="002F7E5B">
        <w:rPr>
          <w:rFonts w:asciiTheme="minorHAnsi" w:hAnsiTheme="minorHAnsi" w:cs="Arial Narrow"/>
        </w:rPr>
        <w:t>………………………………………………………</w:t>
      </w:r>
    </w:p>
    <w:p w14:paraId="68B20009" w14:textId="2EBA3EDA" w:rsidR="002F7E5B" w:rsidRPr="00D90060" w:rsidRDefault="002F7E5B" w:rsidP="00D90060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 </w:t>
      </w:r>
      <w:r w:rsidR="00A12DBE">
        <w:rPr>
          <w:rFonts w:asciiTheme="minorHAnsi" w:hAnsiTheme="minorHAnsi" w:cs="Arial Narrow"/>
        </w:rPr>
        <w:t xml:space="preserve">            </w:t>
      </w:r>
      <w:r w:rsidRPr="002F7E5B">
        <w:rPr>
          <w:rFonts w:asciiTheme="minorHAnsi" w:hAnsiTheme="minorHAnsi" w:cs="Arial Narrow"/>
        </w:rPr>
        <w:t xml:space="preserve">  Miejscowość i data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Czytelny podpis</w:t>
      </w:r>
      <w:r w:rsidR="00E23E00">
        <w:rPr>
          <w:rFonts w:asciiTheme="minorHAnsi" w:hAnsiTheme="minorHAnsi" w:cs="Arial Narrow"/>
        </w:rPr>
        <w:t xml:space="preserve"> Oferenta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7C891" w14:textId="77777777" w:rsidR="00250CC5" w:rsidRDefault="00250CC5">
      <w:r>
        <w:separator/>
      </w:r>
    </w:p>
  </w:endnote>
  <w:endnote w:type="continuationSeparator" w:id="0">
    <w:p w14:paraId="74458C04" w14:textId="77777777" w:rsidR="00250CC5" w:rsidRDefault="0025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58CBB" w14:textId="77777777" w:rsidR="00250CC5" w:rsidRDefault="00250CC5">
      <w:r>
        <w:separator/>
      </w:r>
    </w:p>
  </w:footnote>
  <w:footnote w:type="continuationSeparator" w:id="0">
    <w:p w14:paraId="501E72B2" w14:textId="77777777" w:rsidR="00250CC5" w:rsidRDefault="00250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88659">
    <w:abstractNumId w:val="5"/>
  </w:num>
  <w:num w:numId="2" w16cid:durableId="1360425440">
    <w:abstractNumId w:val="1"/>
  </w:num>
  <w:num w:numId="3" w16cid:durableId="896938255">
    <w:abstractNumId w:val="6"/>
  </w:num>
  <w:num w:numId="4" w16cid:durableId="1749574270">
    <w:abstractNumId w:val="4"/>
  </w:num>
  <w:num w:numId="5" w16cid:durableId="815150865">
    <w:abstractNumId w:val="7"/>
  </w:num>
  <w:num w:numId="6" w16cid:durableId="1161585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3519861">
    <w:abstractNumId w:val="0"/>
  </w:num>
  <w:num w:numId="8" w16cid:durableId="1108813523">
    <w:abstractNumId w:val="2"/>
  </w:num>
  <w:num w:numId="9" w16cid:durableId="66093744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03AE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05C4"/>
    <w:rsid w:val="0019258C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CC5"/>
    <w:rsid w:val="00250E8B"/>
    <w:rsid w:val="002520E9"/>
    <w:rsid w:val="00254F50"/>
    <w:rsid w:val="00270B4A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17E65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5B3C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958C3"/>
    <w:rsid w:val="004A0B1A"/>
    <w:rsid w:val="004A78A7"/>
    <w:rsid w:val="004B1E78"/>
    <w:rsid w:val="004B622A"/>
    <w:rsid w:val="004B70BD"/>
    <w:rsid w:val="004C3125"/>
    <w:rsid w:val="004E4EB9"/>
    <w:rsid w:val="004F142E"/>
    <w:rsid w:val="004F7835"/>
    <w:rsid w:val="004F7D74"/>
    <w:rsid w:val="005036CE"/>
    <w:rsid w:val="00513EBF"/>
    <w:rsid w:val="005155FE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1E46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6C02"/>
    <w:rsid w:val="00635FEA"/>
    <w:rsid w:val="00640BFF"/>
    <w:rsid w:val="00652E2F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2A41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7BED"/>
    <w:rsid w:val="0077264D"/>
    <w:rsid w:val="00772B0D"/>
    <w:rsid w:val="00776530"/>
    <w:rsid w:val="007850D9"/>
    <w:rsid w:val="00787DFE"/>
    <w:rsid w:val="00790955"/>
    <w:rsid w:val="00791E8E"/>
    <w:rsid w:val="007A0109"/>
    <w:rsid w:val="007A2DFA"/>
    <w:rsid w:val="007A6058"/>
    <w:rsid w:val="007B2500"/>
    <w:rsid w:val="007D61D6"/>
    <w:rsid w:val="007D694B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1A70"/>
    <w:rsid w:val="008C4CE1"/>
    <w:rsid w:val="008C527C"/>
    <w:rsid w:val="008D10D1"/>
    <w:rsid w:val="008D2E17"/>
    <w:rsid w:val="008D46A2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3DC2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58F6"/>
    <w:rsid w:val="009C630F"/>
    <w:rsid w:val="009D71C1"/>
    <w:rsid w:val="009F2CF0"/>
    <w:rsid w:val="009F2E5F"/>
    <w:rsid w:val="009F5505"/>
    <w:rsid w:val="009F64EC"/>
    <w:rsid w:val="00A0246C"/>
    <w:rsid w:val="00A03202"/>
    <w:rsid w:val="00A044E7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263C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40FEA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C1B"/>
    <w:rsid w:val="00C01B5F"/>
    <w:rsid w:val="00C03A27"/>
    <w:rsid w:val="00C13BA5"/>
    <w:rsid w:val="00C2466A"/>
    <w:rsid w:val="00C24696"/>
    <w:rsid w:val="00C353F9"/>
    <w:rsid w:val="00C46D2F"/>
    <w:rsid w:val="00C61F14"/>
    <w:rsid w:val="00C62C24"/>
    <w:rsid w:val="00C635B6"/>
    <w:rsid w:val="00C63D53"/>
    <w:rsid w:val="00C70F10"/>
    <w:rsid w:val="00C77733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C2EA5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0022"/>
    <w:rsid w:val="00D73211"/>
    <w:rsid w:val="00D74BEC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4683D"/>
    <w:rsid w:val="00E55D67"/>
    <w:rsid w:val="00E56E5B"/>
    <w:rsid w:val="00E57060"/>
    <w:rsid w:val="00E63316"/>
    <w:rsid w:val="00E64176"/>
    <w:rsid w:val="00E70498"/>
    <w:rsid w:val="00E73E04"/>
    <w:rsid w:val="00E74F00"/>
    <w:rsid w:val="00E77814"/>
    <w:rsid w:val="00E84793"/>
    <w:rsid w:val="00E857FA"/>
    <w:rsid w:val="00E8701B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A3F"/>
    <w:rsid w:val="00ED1FBD"/>
    <w:rsid w:val="00ED5186"/>
    <w:rsid w:val="00EE00A7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03EE"/>
    <w:rsid w:val="00F841B1"/>
    <w:rsid w:val="00F91813"/>
    <w:rsid w:val="00F92E05"/>
    <w:rsid w:val="00F94AE0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E152B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89DE-A3C7-D440-8538-FE64328A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2025-07-07T20:03:00Z</dcterms:created>
  <dcterms:modified xsi:type="dcterms:W3CDTF">2025-07-07T20:03:00Z</dcterms:modified>
</cp:coreProperties>
</file>